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F62" w:rsidRDefault="00980F62" w:rsidP="00DD699C">
      <w:pPr>
        <w:pStyle w:val="PlainText"/>
        <w:spacing w:before="0" w:beforeAutospacing="0" w:after="0" w:afterAutospacing="0"/>
        <w:ind w:firstLine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 2</w:t>
      </w:r>
    </w:p>
    <w:p w:rsidR="00980F62" w:rsidRDefault="00980F62" w:rsidP="00DD699C">
      <w:pPr>
        <w:pStyle w:val="PlainText"/>
        <w:spacing w:before="0" w:beforeAutospacing="0" w:after="0" w:afterAutospacing="0"/>
        <w:ind w:firstLine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постановлению администрации </w:t>
      </w:r>
    </w:p>
    <w:p w:rsidR="00980F62" w:rsidRDefault="00980F62" w:rsidP="00DD699C">
      <w:pPr>
        <w:pStyle w:val="PlainText"/>
        <w:spacing w:before="0" w:beforeAutospacing="0" w:after="0" w:afterAutospacing="0"/>
        <w:ind w:firstLine="439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округа «Город Калининград»</w:t>
      </w:r>
    </w:p>
    <w:p w:rsidR="00980F62" w:rsidRDefault="00980F62" w:rsidP="00DD699C">
      <w:pPr>
        <w:pStyle w:val="PlainText"/>
        <w:spacing w:before="0" w:beforeAutospacing="0" w:after="0" w:afterAutospacing="0"/>
        <w:ind w:firstLine="4395"/>
        <w:rPr>
          <w:color w:val="000000"/>
          <w:sz w:val="28"/>
          <w:szCs w:val="28"/>
        </w:rPr>
      </w:pPr>
      <w:r>
        <w:rPr>
          <w:sz w:val="28"/>
          <w:szCs w:val="28"/>
        </w:rPr>
        <w:t>от 14 апреля 2016 г. № 509</w:t>
      </w:r>
    </w:p>
    <w:p w:rsidR="00980F62" w:rsidRDefault="00980F62" w:rsidP="00D924C1">
      <w:pPr>
        <w:pStyle w:val="PlainText"/>
        <w:spacing w:before="0" w:beforeAutospacing="0" w:after="0" w:afterAutospacing="0"/>
        <w:rPr>
          <w:sz w:val="28"/>
          <w:szCs w:val="28"/>
        </w:rPr>
      </w:pPr>
    </w:p>
    <w:p w:rsidR="00980F62" w:rsidRDefault="00980F62" w:rsidP="00DD699C">
      <w:pPr>
        <w:pStyle w:val="PlainText"/>
        <w:spacing w:before="0" w:beforeAutospacing="0" w:after="0" w:afterAutospacing="0"/>
        <w:jc w:val="center"/>
        <w:rPr>
          <w:sz w:val="28"/>
          <w:szCs w:val="28"/>
        </w:rPr>
      </w:pPr>
    </w:p>
    <w:p w:rsidR="00980F62" w:rsidRDefault="00980F62" w:rsidP="00DD699C">
      <w:pPr>
        <w:pStyle w:val="PlainText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Состав </w:t>
      </w:r>
      <w:r>
        <w:rPr>
          <w:color w:val="000000"/>
          <w:sz w:val="28"/>
          <w:szCs w:val="28"/>
        </w:rPr>
        <w:t xml:space="preserve">комиссии </w:t>
      </w:r>
    </w:p>
    <w:p w:rsidR="00980F62" w:rsidRDefault="00980F62" w:rsidP="00705568">
      <w:pPr>
        <w:pStyle w:val="PlainText"/>
        <w:spacing w:before="0" w:beforeAutospacing="0" w:after="0" w:afterAutospacing="0"/>
        <w:jc w:val="center"/>
        <w:rPr>
          <w:sz w:val="28"/>
          <w:szCs w:val="28"/>
        </w:rPr>
      </w:pPr>
      <w:r w:rsidRPr="00D357D5">
        <w:rPr>
          <w:color w:val="000000"/>
          <w:sz w:val="28"/>
          <w:szCs w:val="28"/>
        </w:rPr>
        <w:t xml:space="preserve">по </w:t>
      </w:r>
      <w:r>
        <w:rPr>
          <w:sz w:val="28"/>
          <w:szCs w:val="28"/>
        </w:rPr>
        <w:t>приемке работ по сохранению объекта</w:t>
      </w:r>
      <w:r w:rsidRPr="00D758ED">
        <w:rPr>
          <w:sz w:val="28"/>
          <w:szCs w:val="28"/>
        </w:rPr>
        <w:t xml:space="preserve"> культурного наследия местного (муниципального) значения</w:t>
      </w:r>
      <w:r>
        <w:rPr>
          <w:sz w:val="28"/>
          <w:szCs w:val="28"/>
        </w:rPr>
        <w:t xml:space="preserve"> на территории </w:t>
      </w:r>
      <w:r w:rsidRPr="00A64278">
        <w:rPr>
          <w:sz w:val="28"/>
          <w:szCs w:val="28"/>
        </w:rPr>
        <w:t>городс</w:t>
      </w:r>
      <w:r>
        <w:rPr>
          <w:sz w:val="28"/>
          <w:szCs w:val="28"/>
        </w:rPr>
        <w:t>кого округа</w:t>
      </w:r>
    </w:p>
    <w:p w:rsidR="00980F62" w:rsidRDefault="00980F62" w:rsidP="00705568">
      <w:pPr>
        <w:pStyle w:val="PlainText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«Город Калининград»</w:t>
      </w:r>
    </w:p>
    <w:p w:rsidR="00980F62" w:rsidRDefault="00980F62" w:rsidP="00DD699C">
      <w:pPr>
        <w:pStyle w:val="ListParagraph"/>
        <w:shd w:val="clear" w:color="auto" w:fill="FFFFFF"/>
        <w:tabs>
          <w:tab w:val="left" w:pos="993"/>
        </w:tabs>
        <w:ind w:left="0" w:firstLine="567"/>
        <w:rPr>
          <w:color w:val="000000"/>
        </w:rPr>
      </w:pPr>
    </w:p>
    <w:p w:rsidR="00980F62" w:rsidRDefault="00980F62" w:rsidP="00DD699C">
      <w:pPr>
        <w:ind w:firstLine="567"/>
        <w:rPr>
          <w:color w:val="000000"/>
        </w:rPr>
      </w:pPr>
      <w:r>
        <w:rPr>
          <w:color w:val="000000"/>
        </w:rPr>
        <w:t>Председатель комиссии:</w:t>
      </w:r>
    </w:p>
    <w:p w:rsidR="00980F62" w:rsidRDefault="00980F62" w:rsidP="00DD699C">
      <w:pPr>
        <w:ind w:firstLine="567"/>
      </w:pPr>
      <w:r>
        <w:t xml:space="preserve">Апполонова Анна Александровна </w:t>
      </w:r>
      <w:r>
        <w:rPr>
          <w:color w:val="000000"/>
        </w:rPr>
        <w:t>–</w:t>
      </w:r>
      <w:r>
        <w:t xml:space="preserve"> заместитель главы администрации, председатель комитета по социальной политике администрации городского округа «Город Калининград».</w:t>
      </w:r>
    </w:p>
    <w:p w:rsidR="00980F62" w:rsidRDefault="00980F62" w:rsidP="00DD699C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</w:p>
    <w:p w:rsidR="00980F62" w:rsidRDefault="00980F62" w:rsidP="00881609">
      <w:pPr>
        <w:ind w:firstLine="567"/>
        <w:rPr>
          <w:color w:val="000000"/>
        </w:rPr>
      </w:pPr>
      <w:r>
        <w:rPr>
          <w:color w:val="000000"/>
        </w:rPr>
        <w:t>Секретарь комиссии:</w:t>
      </w:r>
    </w:p>
    <w:p w:rsidR="00980F62" w:rsidRDefault="00980F62" w:rsidP="00EF3254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  <w:r>
        <w:rPr>
          <w:color w:val="000000"/>
        </w:rPr>
        <w:t>Волосухин Владислав Валерьевич – специалист по обеспечению сохранности объектов культурного наследия 1 категории – руководитель группы по обеспечению сохранения объектов и заказов муниципального казенного учреждения культуры города Калининграда «Центр охраны памятников».</w:t>
      </w:r>
    </w:p>
    <w:p w:rsidR="00980F62" w:rsidRDefault="00980F62" w:rsidP="00881609">
      <w:pPr>
        <w:ind w:firstLine="567"/>
        <w:rPr>
          <w:color w:val="000000"/>
        </w:rPr>
      </w:pPr>
    </w:p>
    <w:p w:rsidR="00980F62" w:rsidRDefault="00980F62" w:rsidP="00DD699C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  <w:r>
        <w:rPr>
          <w:color w:val="000000"/>
        </w:rPr>
        <w:t>Члены комиссии:</w:t>
      </w:r>
    </w:p>
    <w:p w:rsidR="00980F62" w:rsidRDefault="00980F62" w:rsidP="00DD699C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  <w:r>
        <w:rPr>
          <w:color w:val="000000"/>
        </w:rPr>
        <w:t>−</w:t>
      </w:r>
      <w:r>
        <w:rPr>
          <w:color w:val="000000"/>
          <w:lang w:val="en-US"/>
        </w:rPr>
        <w:t> </w:t>
      </w:r>
      <w:r>
        <w:rPr>
          <w:color w:val="000000"/>
        </w:rPr>
        <w:t xml:space="preserve">заявитель (его представитель) − </w:t>
      </w:r>
      <w:r>
        <w:t>собственник</w:t>
      </w:r>
      <w:r w:rsidRPr="00D90D08">
        <w:t xml:space="preserve"> или ин</w:t>
      </w:r>
      <w:r>
        <w:t>ой</w:t>
      </w:r>
      <w:r w:rsidRPr="00D90D08">
        <w:t xml:space="preserve"> законны</w:t>
      </w:r>
      <w:r>
        <w:t>й владеле</w:t>
      </w:r>
      <w:r w:rsidRPr="00D90D08">
        <w:t>ц</w:t>
      </w:r>
      <w:r>
        <w:t xml:space="preserve"> </w:t>
      </w:r>
      <w:r w:rsidRPr="00D758ED">
        <w:t>объекта культурного наследия</w:t>
      </w:r>
      <w:r w:rsidRPr="00D90D08">
        <w:t xml:space="preserve"> </w:t>
      </w:r>
      <w:r w:rsidRPr="00D758ED">
        <w:t>местного (муниципального) значения</w:t>
      </w:r>
      <w:r w:rsidRPr="00D90D08">
        <w:t xml:space="preserve"> либо лицо, выступающ</w:t>
      </w:r>
      <w:r>
        <w:t>ее в качестве заказчика</w:t>
      </w:r>
      <w:r w:rsidRPr="00D90D08">
        <w:t xml:space="preserve"> работ</w:t>
      </w:r>
      <w:r>
        <w:t xml:space="preserve"> </w:t>
      </w:r>
      <w:r w:rsidRPr="00D90D08">
        <w:t>по сохранению</w:t>
      </w:r>
      <w:r>
        <w:t xml:space="preserve"> </w:t>
      </w:r>
      <w:r w:rsidRPr="00D758ED">
        <w:t>объекта культурного наследия</w:t>
      </w:r>
      <w:r w:rsidRPr="00A54446">
        <w:t xml:space="preserve"> </w:t>
      </w:r>
      <w:r w:rsidRPr="00D758ED">
        <w:t>местного (муниципального) значения</w:t>
      </w:r>
      <w:r>
        <w:rPr>
          <w:color w:val="000000"/>
        </w:rPr>
        <w:t>;</w:t>
      </w:r>
    </w:p>
    <w:p w:rsidR="00980F62" w:rsidRDefault="00980F62" w:rsidP="00F30F13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  <w:r>
        <w:rPr>
          <w:color w:val="000000"/>
        </w:rPr>
        <w:t>−</w:t>
      </w:r>
      <w:r>
        <w:rPr>
          <w:color w:val="000000"/>
          <w:lang w:val="en-US"/>
        </w:rPr>
        <w:t> </w:t>
      </w:r>
      <w:r>
        <w:rPr>
          <w:color w:val="000000"/>
        </w:rPr>
        <w:t>представитель подрядной организации, осуществлявшей</w:t>
      </w:r>
      <w:r w:rsidRPr="00A54446">
        <w:t xml:space="preserve"> </w:t>
      </w:r>
      <w:r w:rsidRPr="00D758ED">
        <w:t>работ</w:t>
      </w:r>
      <w:r>
        <w:t>ы</w:t>
      </w:r>
      <w:r w:rsidRPr="00D758ED">
        <w:t xml:space="preserve"> по сохранению объекта культурного наследия</w:t>
      </w:r>
      <w:r w:rsidRPr="00A54446">
        <w:t xml:space="preserve"> </w:t>
      </w:r>
      <w:r w:rsidRPr="00D758ED">
        <w:t>местного (муниципального) значения</w:t>
      </w:r>
      <w:r>
        <w:rPr>
          <w:color w:val="000000"/>
        </w:rPr>
        <w:t>;</w:t>
      </w:r>
    </w:p>
    <w:p w:rsidR="00980F62" w:rsidRDefault="00980F62" w:rsidP="00EF3254">
      <w:pPr>
        <w:ind w:firstLine="567"/>
      </w:pPr>
      <w:r>
        <w:rPr>
          <w:color w:val="000000"/>
        </w:rPr>
        <w:t xml:space="preserve">− Золошков Константин Александрович – главный специалист отдела культурно-массовой работы и охраны объектов культурного наследия </w:t>
      </w:r>
      <w:r>
        <w:t xml:space="preserve">управления культуры комитета по социальной политике администрации </w:t>
      </w:r>
      <w:r w:rsidRPr="004F3FA3">
        <w:t>городс</w:t>
      </w:r>
      <w:r>
        <w:t>кого округа «Город Калининград»;</w:t>
      </w:r>
    </w:p>
    <w:p w:rsidR="00980F62" w:rsidRDefault="00980F62" w:rsidP="00EF3254">
      <w:pPr>
        <w:ind w:firstLine="567"/>
      </w:pPr>
      <w:r>
        <w:rPr>
          <w:color w:val="000000"/>
        </w:rPr>
        <w:t>− Некрылова Ирина Борисовна − директор</w:t>
      </w:r>
      <w:r w:rsidRPr="00EF3254">
        <w:rPr>
          <w:color w:val="000000"/>
        </w:rPr>
        <w:t xml:space="preserve"> </w:t>
      </w:r>
      <w:r>
        <w:rPr>
          <w:color w:val="000000"/>
        </w:rPr>
        <w:t>муниципального казенного учреждения культуры города Калининграда «Центр охраны памятников»;</w:t>
      </w:r>
    </w:p>
    <w:p w:rsidR="00980F62" w:rsidRPr="007647F8" w:rsidRDefault="00980F62" w:rsidP="00F30F13">
      <w:pPr>
        <w:pStyle w:val="ListParagraph"/>
        <w:shd w:val="clear" w:color="auto" w:fill="FFFFFF"/>
        <w:tabs>
          <w:tab w:val="left" w:pos="0"/>
        </w:tabs>
        <w:ind w:left="0" w:firstLine="567"/>
        <w:rPr>
          <w:lang w:eastAsia="ru-RU"/>
        </w:rPr>
      </w:pPr>
      <w:r>
        <w:rPr>
          <w:color w:val="000000"/>
        </w:rPr>
        <w:t>−</w:t>
      </w:r>
      <w:r>
        <w:rPr>
          <w:color w:val="000000"/>
          <w:lang w:val="en-US"/>
        </w:rPr>
        <w:t> </w:t>
      </w:r>
      <w:r>
        <w:rPr>
          <w:lang w:eastAsia="ru-RU"/>
        </w:rPr>
        <w:t>Гришечкина</w:t>
      </w:r>
      <w:r w:rsidRPr="007647F8">
        <w:rPr>
          <w:b/>
          <w:bCs/>
          <w:lang w:eastAsia="ru-RU"/>
        </w:rPr>
        <w:t xml:space="preserve"> </w:t>
      </w:r>
      <w:r w:rsidRPr="00F30F13">
        <w:rPr>
          <w:lang w:eastAsia="ru-RU"/>
        </w:rPr>
        <w:t>Маргарита Львовна</w:t>
      </w:r>
      <w:r>
        <w:rPr>
          <w:lang w:eastAsia="ru-RU"/>
        </w:rPr>
        <w:t xml:space="preserve"> </w:t>
      </w:r>
      <w:r>
        <w:rPr>
          <w:color w:val="000000"/>
        </w:rPr>
        <w:t>−</w:t>
      </w:r>
      <w:r w:rsidRPr="007647F8">
        <w:rPr>
          <w:lang w:eastAsia="ru-RU"/>
        </w:rPr>
        <w:t xml:space="preserve"> заместитель председателя Общественного совета </w:t>
      </w:r>
      <w:r>
        <w:rPr>
          <w:lang w:eastAsia="ru-RU"/>
        </w:rPr>
        <w:t xml:space="preserve">при главе </w:t>
      </w:r>
      <w:r w:rsidRPr="00F30F13">
        <w:rPr>
          <w:lang w:eastAsia="ru-RU"/>
        </w:rPr>
        <w:t>городского округа «Город Калининград»;</w:t>
      </w:r>
    </w:p>
    <w:p w:rsidR="00980F62" w:rsidRPr="00A76EFE" w:rsidRDefault="00980F62" w:rsidP="00A76EFE">
      <w:pPr>
        <w:pStyle w:val="ListParagraph"/>
        <w:shd w:val="clear" w:color="auto" w:fill="FFFFFF"/>
        <w:tabs>
          <w:tab w:val="left" w:pos="0"/>
        </w:tabs>
        <w:ind w:left="0" w:firstLine="567"/>
        <w:rPr>
          <w:color w:val="000000"/>
        </w:rPr>
      </w:pPr>
      <w:r>
        <w:rPr>
          <w:color w:val="000000"/>
        </w:rPr>
        <w:t>−</w:t>
      </w:r>
      <w:r>
        <w:rPr>
          <w:color w:val="000000"/>
          <w:lang w:val="en-US"/>
        </w:rPr>
        <w:t> </w:t>
      </w:r>
      <w:r>
        <w:rPr>
          <w:color w:val="000000"/>
        </w:rPr>
        <w:t>лица, осуществляющие авторский, технический надзор за проведением работ по сохранению и научное руководство проведением работ                                  (при необходимости).</w:t>
      </w:r>
      <w:bookmarkStart w:id="0" w:name="_GoBack"/>
      <w:bookmarkEnd w:id="0"/>
    </w:p>
    <w:sectPr w:rsidR="00980F62" w:rsidRPr="00A76EFE" w:rsidSect="00B96E61">
      <w:headerReference w:type="default" r:id="rId7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F62" w:rsidRDefault="00980F62" w:rsidP="00B96E61">
      <w:r>
        <w:separator/>
      </w:r>
    </w:p>
  </w:endnote>
  <w:endnote w:type="continuationSeparator" w:id="0">
    <w:p w:rsidR="00980F62" w:rsidRDefault="00980F62" w:rsidP="00B96E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F62" w:rsidRDefault="00980F62" w:rsidP="00B96E61">
      <w:r>
        <w:separator/>
      </w:r>
    </w:p>
  </w:footnote>
  <w:footnote w:type="continuationSeparator" w:id="0">
    <w:p w:rsidR="00980F62" w:rsidRDefault="00980F62" w:rsidP="00B96E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F62" w:rsidRDefault="00980F6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980F62" w:rsidRDefault="00980F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B3C19"/>
    <w:multiLevelType w:val="multilevel"/>
    <w:tmpl w:val="7D967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45A5"/>
    <w:rsid w:val="00044CAC"/>
    <w:rsid w:val="0004579D"/>
    <w:rsid w:val="001E2A45"/>
    <w:rsid w:val="00203604"/>
    <w:rsid w:val="002753A8"/>
    <w:rsid w:val="00343169"/>
    <w:rsid w:val="003A541F"/>
    <w:rsid w:val="00435A99"/>
    <w:rsid w:val="0045126A"/>
    <w:rsid w:val="004F3FA3"/>
    <w:rsid w:val="00571FC1"/>
    <w:rsid w:val="005720E3"/>
    <w:rsid w:val="005A019C"/>
    <w:rsid w:val="005B1FFF"/>
    <w:rsid w:val="006145A5"/>
    <w:rsid w:val="00656793"/>
    <w:rsid w:val="00705568"/>
    <w:rsid w:val="00764409"/>
    <w:rsid w:val="007647F8"/>
    <w:rsid w:val="007F2862"/>
    <w:rsid w:val="00881609"/>
    <w:rsid w:val="008F66AD"/>
    <w:rsid w:val="0090408C"/>
    <w:rsid w:val="009250CB"/>
    <w:rsid w:val="00980F62"/>
    <w:rsid w:val="00A54446"/>
    <w:rsid w:val="00A64278"/>
    <w:rsid w:val="00A76EFE"/>
    <w:rsid w:val="00AC7349"/>
    <w:rsid w:val="00AF5D29"/>
    <w:rsid w:val="00B30CA5"/>
    <w:rsid w:val="00B96E61"/>
    <w:rsid w:val="00C06F3A"/>
    <w:rsid w:val="00C1293D"/>
    <w:rsid w:val="00CD5DA4"/>
    <w:rsid w:val="00D357D5"/>
    <w:rsid w:val="00D758ED"/>
    <w:rsid w:val="00D90D08"/>
    <w:rsid w:val="00D924C1"/>
    <w:rsid w:val="00DD699C"/>
    <w:rsid w:val="00E42582"/>
    <w:rsid w:val="00EF3254"/>
    <w:rsid w:val="00F30F13"/>
    <w:rsid w:val="00F61C4B"/>
    <w:rsid w:val="00FD0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699C"/>
    <w:pPr>
      <w:jc w:val="both"/>
    </w:pPr>
    <w:rPr>
      <w:rFonts w:ascii="Times New Roman" w:hAnsi="Times New Roman"/>
      <w:sz w:val="28"/>
      <w:szCs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DD699C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DD699C"/>
    <w:rPr>
      <w:rFonts w:ascii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99"/>
    <w:qFormat/>
    <w:rsid w:val="00DD699C"/>
    <w:pPr>
      <w:ind w:left="708"/>
    </w:pPr>
  </w:style>
  <w:style w:type="paragraph" w:styleId="Header">
    <w:name w:val="header"/>
    <w:basedOn w:val="Normal"/>
    <w:link w:val="HeaderChar"/>
    <w:uiPriority w:val="99"/>
    <w:rsid w:val="00B96E6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96E61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B96E6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96E6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1889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276</Words>
  <Characters>1579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9</cp:revision>
  <dcterms:created xsi:type="dcterms:W3CDTF">2016-02-17T14:44:00Z</dcterms:created>
  <dcterms:modified xsi:type="dcterms:W3CDTF">2016-04-18T10:09:00Z</dcterms:modified>
</cp:coreProperties>
</file>